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107965" w:rsidP="002128CD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pásový dopravník – čov uherský brod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B712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EB7127">
              <w:rPr>
                <w:szCs w:val="20"/>
              </w:rPr>
              <w:t>6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07965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28CD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C643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367F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29F0"/>
    <w:rsid w:val="00E64AC8"/>
    <w:rsid w:val="00E70E01"/>
    <w:rsid w:val="00E86DCF"/>
    <w:rsid w:val="00E92520"/>
    <w:rsid w:val="00EB1989"/>
    <w:rsid w:val="00EB7127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5992D-7857-4D22-9644-BE7FEF4B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F1F6E3E4.dotm</Template>
  <TotalTime>9</TotalTime>
  <Pages>1</Pages>
  <Words>130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2022-09-06T08:53:00Z</cp:lastPrinted>
  <dcterms:created xsi:type="dcterms:W3CDTF">2026-02-09T14:03:00Z</dcterms:created>
  <dcterms:modified xsi:type="dcterms:W3CDTF">2026-02-17T06:13:00Z</dcterms:modified>
</cp:coreProperties>
</file>